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D21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D0D21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1D0D21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1D0D21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1D0D21E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3E0617">
        <w:rPr>
          <w:rFonts w:ascii="Arial" w:hAnsi="Arial"/>
        </w:rPr>
        <w:t>front</w:t>
      </w:r>
      <w:r w:rsidR="00910F27" w:rsidRPr="003E0617">
        <w:rPr>
          <w:rFonts w:ascii="Arial" w:hAnsi="Arial"/>
        </w:rPr>
        <w:t xml:space="preserve">- of </w:t>
      </w:r>
      <w:proofErr w:type="spellStart"/>
      <w:r w:rsidR="00910F27" w:rsidRPr="003E0617">
        <w:rPr>
          <w:rFonts w:ascii="Arial" w:hAnsi="Arial"/>
        </w:rPr>
        <w:t>bovenb</w:t>
      </w:r>
      <w:r w:rsidR="00B86FCC" w:rsidRPr="003E0617">
        <w:rPr>
          <w:rFonts w:ascii="Arial" w:hAnsi="Arial"/>
        </w:rPr>
        <w:t>ediening</w:t>
      </w:r>
      <w:proofErr w:type="spellEnd"/>
      <w:r w:rsidR="002E670A" w:rsidRPr="003E0617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11D0D21F" w14:textId="0CB6D70E" w:rsidR="00810B4F" w:rsidRPr="00FC3594" w:rsidRDefault="00810B4F" w:rsidP="00810B4F">
      <w:pPr>
        <w:pStyle w:val="Bulleted2"/>
        <w:rPr>
          <w:rFonts w:ascii="Arial" w:hAnsi="Arial"/>
        </w:rPr>
      </w:pPr>
      <w:r w:rsidRPr="00FC3594">
        <w:rPr>
          <w:rFonts w:ascii="Arial" w:hAnsi="Arial"/>
        </w:rPr>
        <w:t xml:space="preserve">inbouwspoelreservoir: </w:t>
      </w:r>
      <w:r w:rsidR="00FC3594" w:rsidRPr="00FC3594">
        <w:rPr>
          <w:rFonts w:ascii="Arial" w:hAnsi="Arial"/>
        </w:rPr>
        <w:br/>
      </w:r>
      <w:r w:rsidRPr="00FC3594">
        <w:rPr>
          <w:rFonts w:ascii="Arial" w:hAnsi="Arial"/>
        </w:rPr>
        <w:t xml:space="preserve">zie </w:t>
      </w:r>
      <w:r w:rsidR="00FC3594" w:rsidRPr="0079091F">
        <w:rPr>
          <w:rFonts w:ascii="Arial" w:hAnsi="Arial"/>
        </w:rPr>
        <w:t>GEDETAILLEERDE BESCHRIJVING VAN HET INBOUWSPOELRESERVOIR</w:t>
      </w:r>
    </w:p>
    <w:p w14:paraId="11D0D220" w14:textId="77777777" w:rsidR="00960449" w:rsidRPr="00602E44" w:rsidRDefault="00181B39" w:rsidP="00960449">
      <w:pPr>
        <w:pStyle w:val="Bulleted1"/>
        <w:rPr>
          <w:rFonts w:ascii="Arial" w:hAnsi="Arial"/>
        </w:rPr>
      </w:pPr>
      <w:r w:rsidRPr="00602E44">
        <w:rPr>
          <w:rFonts w:ascii="Arial" w:hAnsi="Arial"/>
        </w:rPr>
        <w:t>een bedieningsplaat voor front</w:t>
      </w:r>
      <w:r w:rsidR="00FB49FD" w:rsidRPr="00602E44">
        <w:rPr>
          <w:rFonts w:ascii="Arial" w:hAnsi="Arial"/>
        </w:rPr>
        <w:t xml:space="preserve">- of </w:t>
      </w:r>
      <w:proofErr w:type="spellStart"/>
      <w:r w:rsidR="00FB49FD" w:rsidRPr="00602E44">
        <w:rPr>
          <w:rFonts w:ascii="Arial" w:hAnsi="Arial"/>
        </w:rPr>
        <w:t>boven</w:t>
      </w:r>
      <w:r w:rsidRPr="00602E44">
        <w:rPr>
          <w:rFonts w:ascii="Arial" w:hAnsi="Arial"/>
        </w:rPr>
        <w:t>bediening</w:t>
      </w:r>
      <w:proofErr w:type="spellEnd"/>
      <w:r w:rsidRPr="00602E44">
        <w:rPr>
          <w:rFonts w:ascii="Arial" w:hAnsi="Arial"/>
        </w:rPr>
        <w:t xml:space="preserve"> kan op dit montage-element gemonteerd worden</w:t>
      </w:r>
    </w:p>
    <w:p w14:paraId="11D0D22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D0D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1D0D223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11D0D224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11D0D22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1D0D226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1D0D227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0D228" w14:textId="77777777" w:rsidR="00297424" w:rsidRPr="00B63D1F" w:rsidRDefault="000C088E" w:rsidP="00297424">
      <w:pPr>
        <w:pStyle w:val="Bulleted1"/>
        <w:rPr>
          <w:rFonts w:ascii="Arial" w:hAnsi="Arial"/>
        </w:rPr>
      </w:pPr>
      <w:r w:rsidRPr="00B63D1F">
        <w:rPr>
          <w:rFonts w:ascii="Arial" w:hAnsi="Arial"/>
        </w:rPr>
        <w:t>het rechthoekige kader van het montage-element is bovenaan gedeeltelijk open en gelast</w:t>
      </w:r>
    </w:p>
    <w:p w14:paraId="11D0D22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11D0D22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11D0D22B" w14:textId="081EDA8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11D0D22C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1D0D22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1D0D22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11D0D22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1D0D23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11D0D231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1D0D232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1D0D233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D0D234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1D0D235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1D0D23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D0D23D" w14:textId="77777777" w:rsidTr="00A2047D">
        <w:tc>
          <w:tcPr>
            <w:tcW w:w="1163" w:type="dxa"/>
          </w:tcPr>
          <w:p w14:paraId="11D0D237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1D0D238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11D0D239" w14:textId="77777777" w:rsidR="0020639C" w:rsidRPr="00735DE7" w:rsidRDefault="0020639C" w:rsidP="00157D48"/>
        </w:tc>
        <w:tc>
          <w:tcPr>
            <w:tcW w:w="142" w:type="dxa"/>
          </w:tcPr>
          <w:p w14:paraId="11D0D23A" w14:textId="77777777" w:rsidR="0020639C" w:rsidRPr="00735DE7" w:rsidRDefault="0020639C" w:rsidP="00157D48"/>
        </w:tc>
        <w:tc>
          <w:tcPr>
            <w:tcW w:w="142" w:type="dxa"/>
          </w:tcPr>
          <w:p w14:paraId="11D0D23B" w14:textId="77777777" w:rsidR="0020639C" w:rsidRPr="00735DE7" w:rsidRDefault="0020639C" w:rsidP="00157D48"/>
        </w:tc>
        <w:tc>
          <w:tcPr>
            <w:tcW w:w="6713" w:type="dxa"/>
          </w:tcPr>
          <w:p w14:paraId="11D0D23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1D0D244" w14:textId="77777777" w:rsidTr="00A2047D">
        <w:tc>
          <w:tcPr>
            <w:tcW w:w="1163" w:type="dxa"/>
          </w:tcPr>
          <w:p w14:paraId="11D0D23E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1D0D23F" w14:textId="77777777" w:rsidR="0020639C" w:rsidRPr="00C26C00" w:rsidRDefault="000C088E" w:rsidP="00157D48">
            <w:pPr>
              <w:jc w:val="right"/>
            </w:pPr>
            <w:r w:rsidRPr="00C26C00">
              <w:rPr>
                <w:rFonts w:ascii="Arial" w:hAnsi="Arial"/>
              </w:rPr>
              <w:t>8</w:t>
            </w:r>
            <w:r w:rsidR="0020639C" w:rsidRPr="00C26C00">
              <w:rPr>
                <w:rFonts w:ascii="Arial" w:hAnsi="Arial"/>
              </w:rPr>
              <w:t xml:space="preserve">2 </w:t>
            </w:r>
          </w:p>
        </w:tc>
        <w:tc>
          <w:tcPr>
            <w:tcW w:w="85" w:type="dxa"/>
          </w:tcPr>
          <w:p w14:paraId="11D0D240" w14:textId="77777777" w:rsidR="0020639C" w:rsidRPr="00C26C00" w:rsidRDefault="0020639C" w:rsidP="00157D48"/>
        </w:tc>
        <w:tc>
          <w:tcPr>
            <w:tcW w:w="142" w:type="dxa"/>
          </w:tcPr>
          <w:p w14:paraId="11D0D241" w14:textId="77777777" w:rsidR="0020639C" w:rsidRPr="00C26C00" w:rsidRDefault="0020639C" w:rsidP="00157D48"/>
        </w:tc>
        <w:tc>
          <w:tcPr>
            <w:tcW w:w="142" w:type="dxa"/>
          </w:tcPr>
          <w:p w14:paraId="11D0D242" w14:textId="77777777" w:rsidR="0020639C" w:rsidRPr="00C26C00" w:rsidRDefault="0020639C" w:rsidP="00157D48"/>
        </w:tc>
        <w:tc>
          <w:tcPr>
            <w:tcW w:w="6713" w:type="dxa"/>
          </w:tcPr>
          <w:p w14:paraId="11D0D243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1D0D24B" w14:textId="77777777" w:rsidTr="00A2047D">
        <w:tc>
          <w:tcPr>
            <w:tcW w:w="1163" w:type="dxa"/>
          </w:tcPr>
          <w:p w14:paraId="11D0D24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1D0D246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2E670A" w:rsidRPr="00C26C00">
              <w:rPr>
                <w:rFonts w:ascii="Arial" w:hAnsi="Arial"/>
              </w:rPr>
              <w:t>4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1D0D247" w14:textId="77777777" w:rsidR="0020639C" w:rsidRPr="00C26C00" w:rsidRDefault="0020639C" w:rsidP="00157D48"/>
        </w:tc>
        <w:tc>
          <w:tcPr>
            <w:tcW w:w="142" w:type="dxa"/>
          </w:tcPr>
          <w:p w14:paraId="11D0D248" w14:textId="77777777" w:rsidR="0020639C" w:rsidRPr="00C26C00" w:rsidRDefault="0020639C" w:rsidP="00157D48"/>
        </w:tc>
        <w:tc>
          <w:tcPr>
            <w:tcW w:w="142" w:type="dxa"/>
          </w:tcPr>
          <w:p w14:paraId="11D0D249" w14:textId="77777777" w:rsidR="0020639C" w:rsidRPr="00C26C00" w:rsidRDefault="0020639C" w:rsidP="00157D48"/>
        </w:tc>
        <w:tc>
          <w:tcPr>
            <w:tcW w:w="6713" w:type="dxa"/>
          </w:tcPr>
          <w:p w14:paraId="11D0D24A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  <w:r w:rsidRPr="00C26C00">
              <w:rPr>
                <w:rFonts w:ascii="Arial" w:hAnsi="Arial"/>
              </w:rPr>
              <w:t xml:space="preserve"> (</w:t>
            </w:r>
            <w:r w:rsidR="002E670A" w:rsidRPr="00C26C00">
              <w:rPr>
                <w:rFonts w:ascii="Arial" w:hAnsi="Arial"/>
              </w:rPr>
              <w:t>frontbediening</w:t>
            </w:r>
            <w:r w:rsidRPr="00C26C00">
              <w:rPr>
                <w:rFonts w:ascii="Arial" w:hAnsi="Arial"/>
              </w:rPr>
              <w:t>)</w:t>
            </w:r>
          </w:p>
        </w:tc>
      </w:tr>
      <w:tr w:rsidR="002E670A" w:rsidRPr="00292A26" w14:paraId="11D0D252" w14:textId="77777777" w:rsidTr="00A2047D">
        <w:tc>
          <w:tcPr>
            <w:tcW w:w="1163" w:type="dxa"/>
          </w:tcPr>
          <w:p w14:paraId="11D0D24C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11D0D24D" w14:textId="77777777" w:rsidR="002E670A" w:rsidRPr="00C26C00" w:rsidRDefault="002E670A" w:rsidP="00157D48">
            <w:pPr>
              <w:jc w:val="right"/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11D0D24E" w14:textId="77777777" w:rsidR="002E670A" w:rsidRPr="00C26C00" w:rsidRDefault="002E670A" w:rsidP="00157D48"/>
        </w:tc>
        <w:tc>
          <w:tcPr>
            <w:tcW w:w="142" w:type="dxa"/>
          </w:tcPr>
          <w:p w14:paraId="11D0D24F" w14:textId="77777777" w:rsidR="002E670A" w:rsidRPr="00C26C00" w:rsidRDefault="002E670A" w:rsidP="00157D48"/>
        </w:tc>
        <w:tc>
          <w:tcPr>
            <w:tcW w:w="142" w:type="dxa"/>
          </w:tcPr>
          <w:p w14:paraId="11D0D250" w14:textId="77777777" w:rsidR="002E670A" w:rsidRPr="00C26C00" w:rsidRDefault="002E670A" w:rsidP="00157D48"/>
        </w:tc>
        <w:tc>
          <w:tcPr>
            <w:tcW w:w="6713" w:type="dxa"/>
          </w:tcPr>
          <w:p w14:paraId="11D0D251" w14:textId="77777777" w:rsidR="002E670A" w:rsidRPr="00C26C00" w:rsidRDefault="002E670A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cm (</w:t>
            </w:r>
            <w:proofErr w:type="spellStart"/>
            <w:r w:rsidRPr="00C26C00">
              <w:rPr>
                <w:rFonts w:ascii="Arial" w:hAnsi="Arial"/>
              </w:rPr>
              <w:t>bovenbediening</w:t>
            </w:r>
            <w:proofErr w:type="spellEnd"/>
            <w:r w:rsidRPr="00C26C00">
              <w:rPr>
                <w:rFonts w:ascii="Arial" w:hAnsi="Arial"/>
              </w:rPr>
              <w:t>)</w:t>
            </w:r>
          </w:p>
        </w:tc>
      </w:tr>
    </w:tbl>
    <w:p w14:paraId="11D0D25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1D0D254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C26C00">
        <w:rPr>
          <w:rFonts w:ascii="Arial" w:hAnsi="Arial"/>
        </w:rPr>
        <w:t>1</w:t>
      </w:r>
      <w:r w:rsidR="00775CF2" w:rsidRPr="00C26C00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11D0D255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1D0D25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1D0D257" w14:textId="79B8DC6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EC734C" w14:textId="61100BA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F9B7509" w14:textId="49E5A7A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A5E3D51" w14:textId="1027588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46F96EC" w14:textId="77777777" w:rsidR="00343DE7" w:rsidRPr="000B2641" w:rsidRDefault="00343DE7" w:rsidP="00343DE7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07B8303" w14:textId="2D5DF9B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16B9E9A" w14:textId="77777777" w:rsidR="00014A2C" w:rsidRPr="003A07AA" w:rsidRDefault="00014A2C" w:rsidP="003A07A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38B0479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5DB68CC5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F434E83" w14:textId="77777777" w:rsidR="00014A2C" w:rsidRPr="00374722" w:rsidRDefault="00014A2C" w:rsidP="00014A2C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427D57A" w14:textId="77777777" w:rsidR="00014A2C" w:rsidRPr="00B64DD5" w:rsidRDefault="00014A2C" w:rsidP="00014A2C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573573A6" w14:textId="77777777" w:rsidR="00014A2C" w:rsidRPr="00981C24" w:rsidRDefault="00014A2C" w:rsidP="00014A2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8A28856" w14:textId="77777777" w:rsidR="00014A2C" w:rsidRDefault="00014A2C" w:rsidP="00014A2C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4E552DB3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4C6F96E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05BBCCA" w14:textId="77777777" w:rsidR="00014A2C" w:rsidRPr="00ED58F2" w:rsidRDefault="00014A2C" w:rsidP="00014A2C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6A666453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7523C746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8A0C3AF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4A80092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2CEB413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8325324" w14:textId="77777777" w:rsidR="00014A2C" w:rsidRPr="00DE7AEB" w:rsidRDefault="00014A2C" w:rsidP="00014A2C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1DAC7CB3" w14:textId="77777777" w:rsidR="00014A2C" w:rsidRPr="00B72499" w:rsidRDefault="00014A2C" w:rsidP="00014A2C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D3892B9" w14:textId="77777777" w:rsidR="00014A2C" w:rsidRPr="005A7699" w:rsidRDefault="00014A2C" w:rsidP="00014A2C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7E61D025" w14:textId="77777777" w:rsidR="00014A2C" w:rsidRPr="00475F84" w:rsidRDefault="00014A2C" w:rsidP="00014A2C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097B0EE9" w14:textId="77777777" w:rsidR="00014A2C" w:rsidRPr="0000659D" w:rsidRDefault="00014A2C" w:rsidP="00014A2C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50F7B0A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4941A0E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5C5D53D" w14:textId="77777777" w:rsidR="00014A2C" w:rsidRDefault="00014A2C" w:rsidP="00014A2C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41928EE1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2E80222F" w14:textId="77777777" w:rsidR="00014A2C" w:rsidRPr="0022369B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04AC33C1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4A1BF3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7F1F12E3" w14:textId="22DB8502" w:rsidR="00014A2C" w:rsidRPr="003A07AA" w:rsidRDefault="00014A2C" w:rsidP="00014A2C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5A8A6462" w14:textId="79E381BA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7F4C23F" w14:textId="73CCA028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C29245B" w14:textId="77777777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62497F5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14A2C" w:rsidRPr="002F1F73" w14:paraId="1223290E" w14:textId="77777777" w:rsidTr="004C74CA">
        <w:tc>
          <w:tcPr>
            <w:tcW w:w="1163" w:type="dxa"/>
          </w:tcPr>
          <w:p w14:paraId="24E677D5" w14:textId="77777777" w:rsidR="00014A2C" w:rsidRPr="002F1F73" w:rsidRDefault="00014A2C" w:rsidP="004C74CA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88FFA73" w14:textId="77777777" w:rsidR="00014A2C" w:rsidRPr="002F1F73" w:rsidRDefault="00014A2C" w:rsidP="004C74CA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687DFFA" w14:textId="77777777" w:rsidR="00014A2C" w:rsidRPr="002F1F73" w:rsidRDefault="00014A2C" w:rsidP="004C74CA">
            <w:r>
              <w:t>,</w:t>
            </w:r>
          </w:p>
        </w:tc>
        <w:tc>
          <w:tcPr>
            <w:tcW w:w="142" w:type="dxa"/>
          </w:tcPr>
          <w:p w14:paraId="25A83743" w14:textId="77777777" w:rsidR="00014A2C" w:rsidRPr="002F1F73" w:rsidRDefault="00014A2C" w:rsidP="004C74CA">
            <w:r>
              <w:t>6</w:t>
            </w:r>
          </w:p>
        </w:tc>
        <w:tc>
          <w:tcPr>
            <w:tcW w:w="142" w:type="dxa"/>
          </w:tcPr>
          <w:p w14:paraId="415CDD15" w14:textId="77777777" w:rsidR="00014A2C" w:rsidRPr="002F1F73" w:rsidRDefault="00014A2C" w:rsidP="004C74CA"/>
        </w:tc>
        <w:tc>
          <w:tcPr>
            <w:tcW w:w="5300" w:type="dxa"/>
          </w:tcPr>
          <w:p w14:paraId="229A3D02" w14:textId="77777777" w:rsidR="00014A2C" w:rsidRPr="002F1F73" w:rsidRDefault="00014A2C" w:rsidP="004C74CA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14A2C" w:rsidRPr="00346C8E" w14:paraId="0F02E13C" w14:textId="77777777" w:rsidTr="004C74CA">
        <w:tc>
          <w:tcPr>
            <w:tcW w:w="1163" w:type="dxa"/>
          </w:tcPr>
          <w:p w14:paraId="69EAC1D2" w14:textId="77777777" w:rsidR="00014A2C" w:rsidRPr="00346C8E" w:rsidRDefault="00014A2C" w:rsidP="004C74CA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E1A76EB" w14:textId="77777777" w:rsidR="00014A2C" w:rsidRPr="00346C8E" w:rsidRDefault="00014A2C" w:rsidP="004C74CA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10937" w14:textId="77777777" w:rsidR="00014A2C" w:rsidRPr="00346C8E" w:rsidRDefault="00014A2C" w:rsidP="004C74CA">
            <w:r>
              <w:t>,</w:t>
            </w:r>
          </w:p>
        </w:tc>
        <w:tc>
          <w:tcPr>
            <w:tcW w:w="142" w:type="dxa"/>
          </w:tcPr>
          <w:p w14:paraId="27DB2F91" w14:textId="77777777" w:rsidR="00014A2C" w:rsidRPr="00346C8E" w:rsidRDefault="00014A2C" w:rsidP="004C74CA">
            <w:r>
              <w:t>5</w:t>
            </w:r>
          </w:p>
        </w:tc>
        <w:tc>
          <w:tcPr>
            <w:tcW w:w="142" w:type="dxa"/>
          </w:tcPr>
          <w:p w14:paraId="1EBC8413" w14:textId="77777777" w:rsidR="00014A2C" w:rsidRPr="00346C8E" w:rsidRDefault="00014A2C" w:rsidP="004C74CA"/>
        </w:tc>
        <w:tc>
          <w:tcPr>
            <w:tcW w:w="5300" w:type="dxa"/>
          </w:tcPr>
          <w:p w14:paraId="4123A1CC" w14:textId="77777777" w:rsidR="00014A2C" w:rsidRPr="00346C8E" w:rsidRDefault="00014A2C" w:rsidP="004C74CA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14A2C" w:rsidRPr="00292A26" w14:paraId="2B161C18" w14:textId="77777777" w:rsidTr="004C74CA">
        <w:tc>
          <w:tcPr>
            <w:tcW w:w="1163" w:type="dxa"/>
          </w:tcPr>
          <w:p w14:paraId="7C877144" w14:textId="77777777" w:rsidR="00014A2C" w:rsidRPr="00735DE7" w:rsidRDefault="00014A2C" w:rsidP="004C74CA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3113FED" w14:textId="77777777" w:rsidR="00014A2C" w:rsidRPr="00735DE7" w:rsidRDefault="00014A2C" w:rsidP="004C74CA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7CE5B9C" w14:textId="77777777" w:rsidR="00014A2C" w:rsidRPr="00735DE7" w:rsidRDefault="00014A2C" w:rsidP="004C74CA"/>
        </w:tc>
        <w:tc>
          <w:tcPr>
            <w:tcW w:w="142" w:type="dxa"/>
          </w:tcPr>
          <w:p w14:paraId="429D5AE5" w14:textId="77777777" w:rsidR="00014A2C" w:rsidRPr="00735DE7" w:rsidRDefault="00014A2C" w:rsidP="004C74CA"/>
        </w:tc>
        <w:tc>
          <w:tcPr>
            <w:tcW w:w="142" w:type="dxa"/>
          </w:tcPr>
          <w:p w14:paraId="29B4DA56" w14:textId="77777777" w:rsidR="00014A2C" w:rsidRPr="00735DE7" w:rsidRDefault="00014A2C" w:rsidP="004C74CA"/>
        </w:tc>
        <w:tc>
          <w:tcPr>
            <w:tcW w:w="5300" w:type="dxa"/>
          </w:tcPr>
          <w:p w14:paraId="1A28D23D" w14:textId="77777777" w:rsidR="00014A2C" w:rsidRPr="00292A26" w:rsidRDefault="00014A2C" w:rsidP="004C74CA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4B6986A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BF79E7D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1D0D259" w14:textId="77777777" w:rsidR="000C0EB2" w:rsidRPr="003A07AA" w:rsidRDefault="000C0EB2" w:rsidP="003A07A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3A07A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1D0D25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11D0D25A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1D0D262" wp14:editId="11D0D263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B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4" wp14:editId="11D0D265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C" w14:textId="77777777" w:rsidR="00FB49FD" w:rsidRDefault="00FB49F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6" wp14:editId="11D0D267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1D0D25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1D0D25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11D0D26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>2 cm (hoogte)</w:t>
      </w:r>
    </w:p>
    <w:p w14:paraId="11D0D261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D26A" w14:textId="77777777" w:rsidR="009D264F" w:rsidRDefault="009D264F">
      <w:r>
        <w:separator/>
      </w:r>
    </w:p>
  </w:endnote>
  <w:endnote w:type="continuationSeparator" w:id="0">
    <w:p w14:paraId="11D0D26B" w14:textId="77777777" w:rsidR="009D264F" w:rsidRDefault="009D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11D0D273" w14:textId="77777777">
      <w:tc>
        <w:tcPr>
          <w:tcW w:w="3392" w:type="dxa"/>
        </w:tcPr>
        <w:p w14:paraId="11D0D270" w14:textId="544478A8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D780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1D0D271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1D0D27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1D0D274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D268" w14:textId="77777777" w:rsidR="009D264F" w:rsidRDefault="009D264F">
      <w:r>
        <w:separator/>
      </w:r>
    </w:p>
  </w:footnote>
  <w:footnote w:type="continuationSeparator" w:id="0">
    <w:p w14:paraId="11D0D269" w14:textId="77777777" w:rsidR="009D264F" w:rsidRDefault="009D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D26D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1D0D277" wp14:editId="11D0D2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0D26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50E4AC3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35049999">
    <w:abstractNumId w:val="16"/>
  </w:num>
  <w:num w:numId="2" w16cid:durableId="1532113926">
    <w:abstractNumId w:val="22"/>
  </w:num>
  <w:num w:numId="3" w16cid:durableId="2049253624">
    <w:abstractNumId w:val="4"/>
  </w:num>
  <w:num w:numId="4" w16cid:durableId="694966775">
    <w:abstractNumId w:val="3"/>
  </w:num>
  <w:num w:numId="5" w16cid:durableId="135295521">
    <w:abstractNumId w:val="13"/>
  </w:num>
  <w:num w:numId="6" w16cid:durableId="395081878">
    <w:abstractNumId w:val="15"/>
  </w:num>
  <w:num w:numId="7" w16cid:durableId="960310194">
    <w:abstractNumId w:val="6"/>
  </w:num>
  <w:num w:numId="8" w16cid:durableId="703213449">
    <w:abstractNumId w:val="19"/>
  </w:num>
  <w:num w:numId="9" w16cid:durableId="19403445">
    <w:abstractNumId w:val="25"/>
  </w:num>
  <w:num w:numId="10" w16cid:durableId="1542863537">
    <w:abstractNumId w:val="2"/>
  </w:num>
  <w:num w:numId="11" w16cid:durableId="1752727086">
    <w:abstractNumId w:val="12"/>
  </w:num>
  <w:num w:numId="12" w16cid:durableId="1845362970">
    <w:abstractNumId w:val="11"/>
  </w:num>
  <w:num w:numId="13" w16cid:durableId="1134979977">
    <w:abstractNumId w:val="24"/>
  </w:num>
  <w:num w:numId="14" w16cid:durableId="1005792392">
    <w:abstractNumId w:val="7"/>
  </w:num>
  <w:num w:numId="15" w16cid:durableId="1738358529">
    <w:abstractNumId w:val="0"/>
  </w:num>
  <w:num w:numId="16" w16cid:durableId="99036843">
    <w:abstractNumId w:val="10"/>
  </w:num>
  <w:num w:numId="17" w16cid:durableId="1607427259">
    <w:abstractNumId w:val="5"/>
  </w:num>
  <w:num w:numId="18" w16cid:durableId="241530518">
    <w:abstractNumId w:val="20"/>
  </w:num>
  <w:num w:numId="19" w16cid:durableId="344289050">
    <w:abstractNumId w:val="21"/>
  </w:num>
  <w:num w:numId="20" w16cid:durableId="1269123870">
    <w:abstractNumId w:val="18"/>
  </w:num>
  <w:num w:numId="21" w16cid:durableId="1963537003">
    <w:abstractNumId w:val="17"/>
  </w:num>
  <w:num w:numId="22" w16cid:durableId="1587302940">
    <w:abstractNumId w:val="14"/>
  </w:num>
  <w:num w:numId="23" w16cid:durableId="232203307">
    <w:abstractNumId w:val="23"/>
  </w:num>
  <w:num w:numId="24" w16cid:durableId="1310283876">
    <w:abstractNumId w:val="8"/>
  </w:num>
  <w:num w:numId="25" w16cid:durableId="1937902851">
    <w:abstractNumId w:val="9"/>
  </w:num>
  <w:num w:numId="26" w16cid:durableId="739518274">
    <w:abstractNumId w:val="1"/>
  </w:num>
  <w:num w:numId="27" w16cid:durableId="1110660799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178479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2C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E7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07AA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7804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E95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E33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3594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6FAA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11D0D21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CAE99D7-5E68-4B3B-B2CA-DD8E4F5D12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C9BCB5-5059-4982-9C5D-A9F1C434BDF5}"/>
</file>

<file path=customXml/itemProps3.xml><?xml version="1.0" encoding="utf-8"?>
<ds:datastoreItem xmlns:ds="http://schemas.openxmlformats.org/officeDocument/2006/customXml" ds:itemID="{63E0D4FE-65A8-4B43-ACF7-373A74307FDB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896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2023-12-20T10:34:00Z</dcterms:created>
  <dcterms:modified xsi:type="dcterms:W3CDTF">2023-12-20T10:44:00Z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